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74"/>
        <w:gridCol w:w="4664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E5262F">
              <w:rPr>
                <w:b/>
              </w:rPr>
              <w:t xml:space="preserve">WEEK </w:t>
            </w:r>
            <w:r w:rsidR="000F0813">
              <w:rPr>
                <w:b/>
              </w:rPr>
              <w:t>6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E5262F">
              <w:rPr>
                <w:b/>
              </w:rPr>
              <w:t>network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96F21">
              <w:rPr>
                <w:b/>
              </w:rPr>
              <w:t>Operating system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E5262F">
              <w:rPr>
                <w:b/>
              </w:rPr>
              <w:t>a group of connected computers that allow people to share info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A96F21">
              <w:rPr>
                <w:b/>
              </w:rPr>
              <w:t>this is the programming that makes your computer run its basic functions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A5095E">
              <w:rPr>
                <w:b/>
              </w:rPr>
              <w:t xml:space="preserve"> The project who am I Was fun I like cool math games to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E5262F"/>
    <w:rsid w:val="00050682"/>
    <w:rsid w:val="000F0813"/>
    <w:rsid w:val="0039291A"/>
    <w:rsid w:val="003A37C7"/>
    <w:rsid w:val="003C456B"/>
    <w:rsid w:val="003D004D"/>
    <w:rsid w:val="00480FC9"/>
    <w:rsid w:val="004F7C77"/>
    <w:rsid w:val="00501F66"/>
    <w:rsid w:val="005E5126"/>
    <w:rsid w:val="00830AA8"/>
    <w:rsid w:val="00A36B4B"/>
    <w:rsid w:val="00A5095E"/>
    <w:rsid w:val="00A96F21"/>
    <w:rsid w:val="00D21F89"/>
    <w:rsid w:val="00E5262F"/>
    <w:rsid w:val="00E66C21"/>
    <w:rsid w:val="00E8780A"/>
    <w:rsid w:val="00F02725"/>
    <w:rsid w:val="00F1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saugsd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11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18saugsd</dc:creator>
  <cp:keywords/>
  <dc:description/>
  <cp:lastModifiedBy>18saugsd</cp:lastModifiedBy>
  <cp:revision>4</cp:revision>
  <dcterms:created xsi:type="dcterms:W3CDTF">2012-02-06T18:29:00Z</dcterms:created>
  <dcterms:modified xsi:type="dcterms:W3CDTF">2012-02-09T18:08:00Z</dcterms:modified>
</cp:coreProperties>
</file>